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27"/>
        <w:gridCol w:w="3727"/>
        <w:gridCol w:w="3727"/>
        <w:gridCol w:w="3727"/>
        <w:gridCol w:w="3728"/>
        <w:gridCol w:w="3728"/>
      </w:tblGrid>
      <w:tr w:rsidR="0041119F" w:rsidTr="004A08A8">
        <w:trPr>
          <w:trHeight w:val="6376"/>
        </w:trPr>
        <w:tc>
          <w:tcPr>
            <w:tcW w:w="3727" w:type="dxa"/>
          </w:tcPr>
          <w:p w:rsidR="0041119F" w:rsidRDefault="004A08A8">
            <w:r>
              <w:rPr>
                <w:noProof/>
                <w:lang w:eastAsia="fr-CH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9865995</wp:posOffset>
                  </wp:positionH>
                  <wp:positionV relativeFrom="paragraph">
                    <wp:posOffset>3071495</wp:posOffset>
                  </wp:positionV>
                  <wp:extent cx="1009015" cy="1009015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û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100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64384" behindDoc="0" locked="0" layoutInCell="1" allowOverlap="1" wp14:anchorId="43806F19">
                  <wp:simplePos x="0" y="0"/>
                  <wp:positionH relativeFrom="column">
                    <wp:posOffset>7320280</wp:posOffset>
                  </wp:positionH>
                  <wp:positionV relativeFrom="paragraph">
                    <wp:posOffset>3105150</wp:posOffset>
                  </wp:positionV>
                  <wp:extent cx="1799590" cy="803910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63360" behindDoc="0" locked="0" layoutInCell="1" allowOverlap="1" wp14:anchorId="0CAC4A0C">
                  <wp:simplePos x="0" y="0"/>
                  <wp:positionH relativeFrom="column">
                    <wp:posOffset>5517515</wp:posOffset>
                  </wp:positionH>
                  <wp:positionV relativeFrom="paragraph">
                    <wp:posOffset>3093720</wp:posOffset>
                  </wp:positionV>
                  <wp:extent cx="1452245" cy="789305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45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57216" behindDoc="0" locked="0" layoutInCell="1" allowOverlap="1" wp14:anchorId="1C0B7188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3077210</wp:posOffset>
                  </wp:positionV>
                  <wp:extent cx="1079500" cy="796290"/>
                  <wp:effectExtent l="0" t="0" r="6350" b="381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58240" behindDoc="0" locked="0" layoutInCell="1" allowOverlap="1" wp14:anchorId="47D770D4">
                  <wp:simplePos x="0" y="0"/>
                  <wp:positionH relativeFrom="column">
                    <wp:posOffset>1142365</wp:posOffset>
                  </wp:positionH>
                  <wp:positionV relativeFrom="paragraph">
                    <wp:posOffset>3070860</wp:posOffset>
                  </wp:positionV>
                  <wp:extent cx="1079500" cy="812800"/>
                  <wp:effectExtent l="0" t="0" r="635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60288" behindDoc="0" locked="0" layoutInCell="1" allowOverlap="1" wp14:anchorId="11447652" wp14:editId="0A7BD174">
                  <wp:simplePos x="0" y="0"/>
                  <wp:positionH relativeFrom="column">
                    <wp:posOffset>2351405</wp:posOffset>
                  </wp:positionH>
                  <wp:positionV relativeFrom="paragraph">
                    <wp:posOffset>3064510</wp:posOffset>
                  </wp:positionV>
                  <wp:extent cx="1079500" cy="812800"/>
                  <wp:effectExtent l="0" t="0" r="6350" b="635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w:drawing>
                <wp:anchor distT="0" distB="0" distL="114300" distR="114300" simplePos="0" relativeHeight="251662336" behindDoc="0" locked="0" layoutInCell="1" allowOverlap="1" wp14:anchorId="06E4995F" wp14:editId="0ADC77F4">
                  <wp:simplePos x="0" y="0"/>
                  <wp:positionH relativeFrom="column">
                    <wp:posOffset>3507468</wp:posOffset>
                  </wp:positionH>
                  <wp:positionV relativeFrom="paragraph">
                    <wp:posOffset>3067867</wp:posOffset>
                  </wp:positionV>
                  <wp:extent cx="1079500" cy="796290"/>
                  <wp:effectExtent l="0" t="0" r="6350" b="381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7C6E">
              <w:rPr>
                <w:noProof/>
                <w:lang w:eastAsia="fr-CH"/>
              </w:rPr>
              <w:drawing>
                <wp:anchor distT="0" distB="0" distL="114300" distR="114300" simplePos="0" relativeHeight="251670528" behindDoc="0" locked="0" layoutInCell="1" allowOverlap="1" wp14:anchorId="201602FA">
                  <wp:simplePos x="0" y="0"/>
                  <wp:positionH relativeFrom="column">
                    <wp:posOffset>313508</wp:posOffset>
                  </wp:positionH>
                  <wp:positionV relativeFrom="paragraph">
                    <wp:posOffset>305889</wp:posOffset>
                  </wp:positionV>
                  <wp:extent cx="1581150" cy="1581150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27" w:type="dxa"/>
          </w:tcPr>
          <w:p w:rsidR="0041119F" w:rsidRDefault="00D37C6E">
            <w:r>
              <w:rPr>
                <w:noProof/>
                <w:lang w:eastAsia="fr-CH"/>
              </w:rPr>
              <w:drawing>
                <wp:anchor distT="0" distB="0" distL="114300" distR="114300" simplePos="0" relativeHeight="251669504" behindDoc="0" locked="0" layoutInCell="1" allowOverlap="1" wp14:anchorId="1B13AA05">
                  <wp:simplePos x="0" y="0"/>
                  <wp:positionH relativeFrom="column">
                    <wp:posOffset>331197</wp:posOffset>
                  </wp:positionH>
                  <wp:positionV relativeFrom="paragraph">
                    <wp:posOffset>274320</wp:posOffset>
                  </wp:positionV>
                  <wp:extent cx="1609725" cy="1600200"/>
                  <wp:effectExtent l="0" t="0" r="9525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27" w:type="dxa"/>
          </w:tcPr>
          <w:p w:rsidR="0041119F" w:rsidRPr="0041119F" w:rsidRDefault="0041119F" w:rsidP="0041119F"/>
          <w:p w:rsidR="0041119F" w:rsidRPr="0041119F" w:rsidRDefault="00D37C6E" w:rsidP="0041119F">
            <w:r>
              <w:rPr>
                <w:noProof/>
                <w:lang w:eastAsia="fr-CH"/>
              </w:rPr>
              <w:drawing>
                <wp:anchor distT="0" distB="0" distL="114300" distR="114300" simplePos="0" relativeHeight="251666432" behindDoc="0" locked="0" layoutInCell="1" allowOverlap="1" wp14:anchorId="69910311">
                  <wp:simplePos x="0" y="0"/>
                  <wp:positionH relativeFrom="column">
                    <wp:posOffset>302351</wp:posOffset>
                  </wp:positionH>
                  <wp:positionV relativeFrom="paragraph">
                    <wp:posOffset>96973</wp:posOffset>
                  </wp:positionV>
                  <wp:extent cx="1609725" cy="1619250"/>
                  <wp:effectExtent l="0" t="0" r="9525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1119F" w:rsidRPr="0041119F" w:rsidRDefault="0041119F" w:rsidP="0041119F"/>
          <w:p w:rsidR="0041119F" w:rsidRPr="0041119F" w:rsidRDefault="0041119F" w:rsidP="0041119F"/>
          <w:p w:rsidR="0041119F" w:rsidRPr="0041119F" w:rsidRDefault="0041119F" w:rsidP="0041119F"/>
          <w:p w:rsidR="0041119F" w:rsidRPr="0041119F" w:rsidRDefault="0041119F" w:rsidP="0041119F"/>
          <w:p w:rsidR="0041119F" w:rsidRPr="0041119F" w:rsidRDefault="0041119F" w:rsidP="0041119F"/>
          <w:p w:rsidR="0041119F" w:rsidRDefault="0041119F" w:rsidP="0041119F"/>
          <w:p w:rsidR="004A08A8" w:rsidRDefault="004A08A8" w:rsidP="0041119F"/>
          <w:p w:rsidR="004A08A8" w:rsidRDefault="004A08A8" w:rsidP="0041119F"/>
          <w:p w:rsidR="004A08A8" w:rsidRDefault="004A08A8" w:rsidP="0041119F"/>
          <w:p w:rsidR="004A08A8" w:rsidRDefault="004A08A8" w:rsidP="0041119F"/>
          <w:p w:rsidR="004A08A8" w:rsidRPr="0041119F" w:rsidRDefault="004A08A8" w:rsidP="0041119F"/>
          <w:p w:rsidR="0041119F" w:rsidRDefault="0041119F" w:rsidP="0041119F"/>
          <w:p w:rsidR="0041119F" w:rsidRDefault="0041119F" w:rsidP="0041119F"/>
          <w:p w:rsidR="00E54EF3" w:rsidRPr="0041119F" w:rsidRDefault="00E54EF3" w:rsidP="0041119F"/>
          <w:p w:rsidR="0041119F" w:rsidRDefault="0041119F" w:rsidP="0041119F"/>
          <w:p w:rsidR="00CF7163" w:rsidRPr="0041119F" w:rsidRDefault="00CF7163" w:rsidP="0041119F"/>
          <w:p w:rsidR="0041119F" w:rsidRPr="00E54EF3" w:rsidRDefault="0041119F" w:rsidP="00EC20D3">
            <w:pPr>
              <w:ind w:left="227"/>
              <w:rPr>
                <w:rFonts w:ascii="Bernard MT Condensed" w:hAnsi="Bernard MT Condensed"/>
                <w:sz w:val="120"/>
                <w:szCs w:val="120"/>
              </w:rPr>
            </w:pPr>
            <w:r w:rsidRPr="00E54EF3">
              <w:rPr>
                <w:rFonts w:ascii="Bernard MT Condensed" w:hAnsi="Bernard MT Condensed"/>
                <w:sz w:val="120"/>
                <w:szCs w:val="120"/>
              </w:rPr>
              <w:t>D’</w:t>
            </w:r>
          </w:p>
        </w:tc>
        <w:tc>
          <w:tcPr>
            <w:tcW w:w="3727" w:type="dxa"/>
          </w:tcPr>
          <w:p w:rsidR="0041119F" w:rsidRDefault="00D37C6E">
            <w:r>
              <w:rPr>
                <w:noProof/>
                <w:lang w:eastAsia="fr-CH"/>
              </w:rPr>
              <w:drawing>
                <wp:anchor distT="0" distB="0" distL="114300" distR="114300" simplePos="0" relativeHeight="251668480" behindDoc="0" locked="0" layoutInCell="1" allowOverlap="1" wp14:anchorId="4C767F49">
                  <wp:simplePos x="0" y="0"/>
                  <wp:positionH relativeFrom="column">
                    <wp:posOffset>248194</wp:posOffset>
                  </wp:positionH>
                  <wp:positionV relativeFrom="paragraph">
                    <wp:posOffset>228600</wp:posOffset>
                  </wp:positionV>
                  <wp:extent cx="1619250" cy="1628775"/>
                  <wp:effectExtent l="0" t="0" r="0" b="9525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28" w:type="dxa"/>
          </w:tcPr>
          <w:p w:rsidR="0041119F" w:rsidRDefault="0041119F"/>
          <w:p w:rsidR="00F870CC" w:rsidRPr="00F870CC" w:rsidRDefault="00D37C6E" w:rsidP="00F870CC">
            <w:r>
              <w:rPr>
                <w:noProof/>
                <w:lang w:eastAsia="fr-CH"/>
              </w:rPr>
              <w:drawing>
                <wp:anchor distT="0" distB="0" distL="114300" distR="114300" simplePos="0" relativeHeight="251667456" behindDoc="0" locked="0" layoutInCell="1" allowOverlap="1" wp14:anchorId="0FA2B46B">
                  <wp:simplePos x="0" y="0"/>
                  <wp:positionH relativeFrom="column">
                    <wp:posOffset>259352</wp:posOffset>
                  </wp:positionH>
                  <wp:positionV relativeFrom="paragraph">
                    <wp:posOffset>32022</wp:posOffset>
                  </wp:positionV>
                  <wp:extent cx="1666875" cy="1628775"/>
                  <wp:effectExtent l="0" t="0" r="9525" b="952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Pr="00F870CC" w:rsidRDefault="00F870CC" w:rsidP="00F870CC"/>
          <w:p w:rsidR="00F870CC" w:rsidRDefault="00F870CC" w:rsidP="00F870CC"/>
          <w:p w:rsidR="00F870CC" w:rsidRDefault="00F870CC" w:rsidP="00F870CC"/>
          <w:p w:rsidR="004A08A8" w:rsidRDefault="004A08A8" w:rsidP="00F870CC"/>
          <w:p w:rsidR="004A08A8" w:rsidRDefault="004A08A8" w:rsidP="00F870CC"/>
          <w:p w:rsidR="004A08A8" w:rsidRDefault="004A08A8" w:rsidP="00F870CC"/>
          <w:p w:rsidR="004A08A8" w:rsidRDefault="004A08A8" w:rsidP="00F870CC"/>
          <w:p w:rsidR="004A08A8" w:rsidRDefault="004A08A8" w:rsidP="00F870CC"/>
          <w:p w:rsidR="00F870CC" w:rsidRPr="00F870CC" w:rsidRDefault="00F870CC" w:rsidP="00D37C6E">
            <w:pPr>
              <w:ind w:left="2277" w:right="-36"/>
            </w:pPr>
            <w:r>
              <w:rPr>
                <w:rFonts w:ascii="Bernard MT Condensed" w:hAnsi="Bernard MT Condensed"/>
                <w:sz w:val="120"/>
                <w:szCs w:val="120"/>
              </w:rPr>
              <w:t>V</w:t>
            </w:r>
          </w:p>
        </w:tc>
        <w:tc>
          <w:tcPr>
            <w:tcW w:w="3728" w:type="dxa"/>
          </w:tcPr>
          <w:p w:rsidR="0041119F" w:rsidRDefault="005A3F36">
            <w:r>
              <w:rPr>
                <w:noProof/>
                <w:lang w:eastAsia="fr-CH"/>
              </w:rPr>
              <w:drawing>
                <wp:anchor distT="0" distB="0" distL="114300" distR="114300" simplePos="0" relativeHeight="251671039" behindDoc="0" locked="0" layoutInCell="1" allowOverlap="1" wp14:anchorId="4996EE0A">
                  <wp:simplePos x="0" y="0"/>
                  <wp:positionH relativeFrom="column">
                    <wp:posOffset>412659</wp:posOffset>
                  </wp:positionH>
                  <wp:positionV relativeFrom="paragraph">
                    <wp:posOffset>339362</wp:posOffset>
                  </wp:positionV>
                  <wp:extent cx="1391194" cy="1388993"/>
                  <wp:effectExtent l="0" t="0" r="0" b="1905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alphaModFix amt="3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194" cy="138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CH"/>
              </w:rPr>
              <mc:AlternateContent>
                <mc:Choice Requires="wpg">
                  <w:drawing>
                    <wp:anchor distT="0" distB="0" distL="114300" distR="114300" simplePos="0" relativeHeight="251670783" behindDoc="0" locked="0" layoutInCell="1" allowOverlap="1">
                      <wp:simplePos x="0" y="0"/>
                      <wp:positionH relativeFrom="column">
                        <wp:posOffset>314143</wp:posOffset>
                      </wp:positionH>
                      <wp:positionV relativeFrom="paragraph">
                        <wp:posOffset>250100</wp:posOffset>
                      </wp:positionV>
                      <wp:extent cx="1600200" cy="1581150"/>
                      <wp:effectExtent l="0" t="0" r="0" b="0"/>
                      <wp:wrapNone/>
                      <wp:docPr id="17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1581150"/>
                                <a:chOff x="0" y="0"/>
                                <a:chExt cx="1600200" cy="15811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1581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222069" y="215538"/>
                                  <a:ext cx="1175476" cy="11689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079318B4" id="Groupe 17" o:spid="_x0000_s1026" style="position:absolute;margin-left:24.75pt;margin-top:19.7pt;width:126pt;height:124.5pt;z-index:251670783" coordsize="16002,15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3" o:spid="_x0000_s1027" type="#_x0000_t75" style="position:absolute;width:16002;height:15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">
                        <v:imagedata r:id="rId17" o:title=""/>
                      </v:shape>
                      <v:rect id="Rectangle 16" o:spid="_x0000_s1028" style="position:absolute;left:2220;top:2155;width:11755;height:11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" fillcolor="white [3212]" strokecolor="white [3212]" strokeweight="1pt"/>
                    </v:group>
                  </w:pict>
                </mc:Fallback>
              </mc:AlternateContent>
            </w:r>
          </w:p>
          <w:p w:rsidR="00EC20D3" w:rsidRP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Default="00EC20D3" w:rsidP="00EC20D3"/>
          <w:p w:rsidR="00EC20D3" w:rsidRPr="00EC20D3" w:rsidRDefault="00EC20D3" w:rsidP="00EC20D3"/>
          <w:p w:rsidR="00EC20D3" w:rsidRPr="00EC20D3" w:rsidRDefault="00EC20D3" w:rsidP="00EC20D3"/>
          <w:p w:rsidR="00EC20D3" w:rsidRDefault="00EC20D3" w:rsidP="00EC20D3"/>
          <w:p w:rsidR="00EC20D3" w:rsidRDefault="00EC20D3" w:rsidP="00EC20D3"/>
          <w:p w:rsidR="004A08A8" w:rsidRDefault="004A08A8" w:rsidP="00EC20D3"/>
          <w:p w:rsidR="004A08A8" w:rsidRDefault="004A08A8" w:rsidP="00EC20D3"/>
          <w:p w:rsidR="004A08A8" w:rsidRDefault="004A08A8" w:rsidP="00EC20D3"/>
          <w:p w:rsidR="004A08A8" w:rsidRDefault="004A08A8" w:rsidP="00EC20D3"/>
          <w:p w:rsidR="004A08A8" w:rsidRDefault="004A08A8" w:rsidP="00EC20D3"/>
          <w:p w:rsidR="00EC20D3" w:rsidRPr="00EC20D3" w:rsidRDefault="00EC20D3" w:rsidP="00EC20D3">
            <w:pPr>
              <w:ind w:left="103" w:firstLine="215"/>
            </w:pPr>
            <w:r>
              <w:rPr>
                <w:rFonts w:ascii="Bernard MT Condensed" w:hAnsi="Bernard MT Condensed"/>
                <w:sz w:val="120"/>
                <w:szCs w:val="120"/>
              </w:rPr>
              <w:t>DANKE</w:t>
            </w:r>
          </w:p>
        </w:tc>
      </w:tr>
    </w:tbl>
    <w:p w:rsidR="003F5C08" w:rsidRDefault="003F5C08"/>
    <w:p w:rsidR="00642E3B" w:rsidRPr="00642E3B" w:rsidRDefault="00642E3B">
      <w:pPr>
        <w:rPr>
          <w:sz w:val="44"/>
        </w:rPr>
      </w:pPr>
    </w:p>
    <w:p w:rsidR="00642E3B" w:rsidRPr="00DE3799" w:rsidRDefault="00642E3B">
      <w:pPr>
        <w:rPr>
          <w:i/>
        </w:rPr>
      </w:pPr>
      <w:r w:rsidRPr="00DE3799">
        <w:rPr>
          <w:i/>
        </w:rPr>
        <w:t>But :</w:t>
      </w:r>
      <w:r w:rsidR="00761F2D">
        <w:rPr>
          <w:i/>
        </w:rPr>
        <w:t xml:space="preserve"> Reconnaî</w:t>
      </w:r>
      <w:r w:rsidR="00951DF3">
        <w:rPr>
          <w:i/>
        </w:rPr>
        <w:t xml:space="preserve">tre et dire les chiffres jusqu'à </w:t>
      </w:r>
      <w:bookmarkStart w:id="0" w:name="_GoBack"/>
      <w:bookmarkEnd w:id="0"/>
      <w:r w:rsidR="00761F2D">
        <w:rPr>
          <w:i/>
        </w:rPr>
        <w:t>5</w:t>
      </w:r>
      <w:r w:rsidRPr="00DE3799">
        <w:rPr>
          <w:i/>
        </w:rPr>
        <w:t xml:space="preserve"> et « </w:t>
      </w:r>
      <w:proofErr w:type="spellStart"/>
      <w:r w:rsidRPr="00DE3799">
        <w:rPr>
          <w:i/>
        </w:rPr>
        <w:t>Danke</w:t>
      </w:r>
      <w:proofErr w:type="spellEnd"/>
      <w:r w:rsidRPr="00DE3799">
        <w:rPr>
          <w:i/>
        </w:rPr>
        <w:t xml:space="preserve"> ». Gagner des points à chaque </w:t>
      </w:r>
      <w:r w:rsidR="00761F2D">
        <w:rPr>
          <w:i/>
        </w:rPr>
        <w:t xml:space="preserve">fois </w:t>
      </w:r>
      <w:r w:rsidRPr="00DE3799">
        <w:rPr>
          <w:i/>
        </w:rPr>
        <w:t>que l’enfant lance le dé et qu’il parvient à dire le chiffre qui sort. Le 6 est remplacé par un smiley qui symbolise le « </w:t>
      </w:r>
      <w:proofErr w:type="spellStart"/>
      <w:r w:rsidRPr="00DE3799">
        <w:rPr>
          <w:i/>
        </w:rPr>
        <w:t>Danke</w:t>
      </w:r>
      <w:proofErr w:type="spellEnd"/>
      <w:r w:rsidRPr="00DE3799">
        <w:rPr>
          <w:i/>
        </w:rPr>
        <w:t> » (Merci).</w:t>
      </w:r>
    </w:p>
    <w:p w:rsidR="00642E3B" w:rsidRPr="00DE3799" w:rsidRDefault="00642E3B">
      <w:pPr>
        <w:rPr>
          <w:i/>
        </w:rPr>
      </w:pPr>
      <w:r w:rsidRPr="00DE3799">
        <w:rPr>
          <w:i/>
        </w:rPr>
        <w:t>1</w:t>
      </w:r>
      <w:r w:rsidRPr="00DE3799">
        <w:rPr>
          <w:i/>
          <w:vertAlign w:val="superscript"/>
        </w:rPr>
        <w:t>ère</w:t>
      </w:r>
      <w:r w:rsidRPr="00DE3799">
        <w:rPr>
          <w:i/>
        </w:rPr>
        <w:t xml:space="preserve"> étape : Apprendre à dire les cinq chiffres et « </w:t>
      </w:r>
      <w:proofErr w:type="spellStart"/>
      <w:r w:rsidRPr="00DE3799">
        <w:rPr>
          <w:i/>
        </w:rPr>
        <w:t>Danke</w:t>
      </w:r>
      <w:proofErr w:type="spellEnd"/>
      <w:r w:rsidRPr="00DE3799">
        <w:rPr>
          <w:i/>
        </w:rPr>
        <w:t> » en apprenant les son</w:t>
      </w:r>
      <w:r w:rsidR="005F1748" w:rsidRPr="00DE3799">
        <w:rPr>
          <w:i/>
        </w:rPr>
        <w:t>s</w:t>
      </w:r>
      <w:r w:rsidRPr="00DE3799">
        <w:rPr>
          <w:i/>
        </w:rPr>
        <w:t xml:space="preserve"> représentés par les images.</w:t>
      </w:r>
    </w:p>
    <w:p w:rsidR="00642E3B" w:rsidRPr="00DE3799" w:rsidRDefault="00642E3B">
      <w:pPr>
        <w:rPr>
          <w:i/>
        </w:rPr>
      </w:pPr>
      <w:r w:rsidRPr="00DE3799">
        <w:rPr>
          <w:i/>
        </w:rPr>
        <w:t>2</w:t>
      </w:r>
      <w:r w:rsidRPr="00DE3799">
        <w:rPr>
          <w:i/>
          <w:vertAlign w:val="superscript"/>
        </w:rPr>
        <w:t>ème</w:t>
      </w:r>
      <w:r w:rsidRPr="00DE3799">
        <w:rPr>
          <w:i/>
        </w:rPr>
        <w:t xml:space="preserve"> étape : L’enfant doit pouvoir montrer le ch</w:t>
      </w:r>
      <w:r w:rsidR="00761F2D">
        <w:rPr>
          <w:i/>
        </w:rPr>
        <w:t>iffre lorsque l’animateur le prononce</w:t>
      </w:r>
      <w:r w:rsidRPr="00DE3799">
        <w:rPr>
          <w:i/>
        </w:rPr>
        <w:t>.</w:t>
      </w:r>
    </w:p>
    <w:p w:rsidR="00642E3B" w:rsidRPr="00DE3799" w:rsidRDefault="00642E3B">
      <w:pPr>
        <w:rPr>
          <w:i/>
        </w:rPr>
      </w:pPr>
      <w:r w:rsidRPr="00DE3799">
        <w:rPr>
          <w:i/>
        </w:rPr>
        <w:t>3</w:t>
      </w:r>
      <w:r w:rsidRPr="00DE3799">
        <w:rPr>
          <w:i/>
          <w:vertAlign w:val="superscript"/>
        </w:rPr>
        <w:t>ème</w:t>
      </w:r>
      <w:r w:rsidR="00761F2D">
        <w:rPr>
          <w:i/>
        </w:rPr>
        <w:t xml:space="preserve"> étape : Prononcer</w:t>
      </w:r>
      <w:r w:rsidRPr="00DE3799">
        <w:rPr>
          <w:i/>
        </w:rPr>
        <w:t xml:space="preserve"> le chiffre lorsqu’il sort après avoir lancé</w:t>
      </w:r>
      <w:r w:rsidR="00761F2D">
        <w:rPr>
          <w:i/>
        </w:rPr>
        <w:t xml:space="preserve"> le dé. Un point par chiffre prononcé</w:t>
      </w:r>
      <w:r w:rsidRPr="00DE3799">
        <w:rPr>
          <w:i/>
        </w:rPr>
        <w:t xml:space="preserve"> juste.</w:t>
      </w:r>
    </w:p>
    <w:sectPr w:rsidR="00642E3B" w:rsidRPr="00DE3799" w:rsidSect="0041119F">
      <w:pgSz w:w="23814" w:h="16840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9F"/>
    <w:rsid w:val="003F5C08"/>
    <w:rsid w:val="0041119F"/>
    <w:rsid w:val="004A08A8"/>
    <w:rsid w:val="005A3F36"/>
    <w:rsid w:val="005F1748"/>
    <w:rsid w:val="00642E3B"/>
    <w:rsid w:val="00761F2D"/>
    <w:rsid w:val="00951DF3"/>
    <w:rsid w:val="009C0811"/>
    <w:rsid w:val="00CF7163"/>
    <w:rsid w:val="00D37C6E"/>
    <w:rsid w:val="00DE3799"/>
    <w:rsid w:val="00E54EF3"/>
    <w:rsid w:val="00EC20D3"/>
    <w:rsid w:val="00F8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1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1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1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B9EB6359.dotm</Template>
  <TotalTime>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Gisler</dc:creator>
  <cp:keywords/>
  <dc:description/>
  <cp:lastModifiedBy>Othenin-Girard Monique (DSE)</cp:lastModifiedBy>
  <cp:revision>10</cp:revision>
  <dcterms:created xsi:type="dcterms:W3CDTF">2019-05-01T19:32:00Z</dcterms:created>
  <dcterms:modified xsi:type="dcterms:W3CDTF">2019-07-29T06:41:00Z</dcterms:modified>
</cp:coreProperties>
</file>